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806" w:rsidRPr="00CE0243" w:rsidRDefault="000B780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</w:t>
      </w:r>
      <w:r w:rsidRPr="00264121">
        <w:rPr>
          <w:rFonts w:ascii="Segoe UI Light" w:hAnsi="Segoe UI Light" w:cs="Segoe UI Light"/>
          <w:sz w:val="36"/>
        </w:rPr>
        <w:t>11: ‘ible’ and ‘able’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0B7806" w:rsidRPr="00B10488" w:rsidTr="00B10488">
        <w:trPr>
          <w:trHeight w:val="558"/>
        </w:trPr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B1048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possible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impossible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reversible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terrible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laughable</w:t>
            </w:r>
            <w:bookmarkStart w:id="0" w:name="_GoBack"/>
            <w:bookmarkEnd w:id="0"/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edible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responsible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indestructible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reliable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breakable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passable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B7806" w:rsidRPr="00B10488" w:rsidTr="00B10488">
        <w:tc>
          <w:tcPr>
            <w:tcW w:w="2694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10488">
              <w:rPr>
                <w:rFonts w:ascii="Segoe UI Light" w:hAnsi="Segoe UI Light" w:cs="Segoe UI Light"/>
                <w:sz w:val="36"/>
                <w:szCs w:val="36"/>
              </w:rPr>
              <w:t>impassable</w:t>
            </w:r>
          </w:p>
        </w:tc>
        <w:tc>
          <w:tcPr>
            <w:tcW w:w="2703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B7806" w:rsidRPr="00B10488" w:rsidRDefault="000B7806" w:rsidP="00B1048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0B7806" w:rsidRPr="00F07B5A" w:rsidRDefault="000B7806">
      <w:pPr>
        <w:rPr>
          <w:rFonts w:ascii="Segoe UI Light" w:hAnsi="Segoe UI Light" w:cs="Segoe UI Light"/>
          <w:sz w:val="36"/>
          <w:szCs w:val="36"/>
        </w:rPr>
      </w:pPr>
    </w:p>
    <w:sectPr w:rsidR="000B7806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806" w:rsidRDefault="000B7806">
      <w:r>
        <w:separator/>
      </w:r>
    </w:p>
  </w:endnote>
  <w:endnote w:type="continuationSeparator" w:id="0">
    <w:p w:rsidR="000B7806" w:rsidRDefault="000B78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7806" w:rsidRDefault="000B7806" w:rsidP="00BA6E00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0B7806" w:rsidRDefault="000B780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806" w:rsidRDefault="000B7806">
      <w:r>
        <w:separator/>
      </w:r>
    </w:p>
  </w:footnote>
  <w:footnote w:type="continuationSeparator" w:id="0">
    <w:p w:rsidR="000B7806" w:rsidRDefault="000B78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0256"/>
    <w:rsid w:val="00026606"/>
    <w:rsid w:val="00057950"/>
    <w:rsid w:val="000717F2"/>
    <w:rsid w:val="000975AC"/>
    <w:rsid w:val="000A4078"/>
    <w:rsid w:val="000B7806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121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3E1545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10488"/>
    <w:rsid w:val="00B31C91"/>
    <w:rsid w:val="00B47958"/>
    <w:rsid w:val="00B94746"/>
    <w:rsid w:val="00BA6E00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A6E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0C2C"/>
    <w:rPr>
      <w:lang w:eastAsia="en-US"/>
    </w:rPr>
  </w:style>
  <w:style w:type="paragraph" w:styleId="Footer">
    <w:name w:val="footer"/>
    <w:basedOn w:val="Normal"/>
    <w:link w:val="FooterChar"/>
    <w:uiPriority w:val="99"/>
    <w:rsid w:val="00BA6E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A6E00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160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</Words>
  <Characters>198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2013-12-08T13:39:00Z</dcterms:created>
  <dcterms:modified xsi:type="dcterms:W3CDTF">2014-07-09T15:53:00Z</dcterms:modified>
</cp:coreProperties>
</file>